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73CFA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申请材料目录</w:t>
      </w:r>
    </w:p>
    <w:p w14:paraId="28F35CE8">
      <w:pPr>
        <w:jc w:val="both"/>
        <w:rPr>
          <w:rFonts w:hint="eastAsia" w:ascii="黑体" w:hAnsi="黑体" w:eastAsia="黑体" w:cs="黑体"/>
          <w:color w:val="FF0000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单位名称：</w:t>
      </w:r>
      <w:r>
        <w:rPr>
          <w:rFonts w:hint="eastAsia" w:ascii="黑体" w:hAnsi="黑体" w:eastAsia="黑体" w:cs="黑体"/>
          <w:color w:val="FF0000"/>
          <w:sz w:val="28"/>
          <w:szCs w:val="36"/>
          <w:lang w:val="en-US" w:eastAsia="zh-CN"/>
        </w:rPr>
        <w:t>******（拟成立的民办非企业单位名称）</w:t>
      </w:r>
    </w:p>
    <w:p w14:paraId="08AF1F56"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办理事项：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民办非企业单位成立申请预审</w:t>
      </w:r>
    </w:p>
    <w:tbl>
      <w:tblPr>
        <w:tblStyle w:val="2"/>
        <w:tblpPr w:leftFromText="180" w:rightFromText="180" w:vertAnchor="text" w:horzAnchor="page" w:tblpX="1359" w:tblpY="427"/>
        <w:tblOverlap w:val="never"/>
        <w:tblW w:w="985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5582"/>
        <w:gridCol w:w="1463"/>
        <w:gridCol w:w="675"/>
        <w:gridCol w:w="1346"/>
      </w:tblGrid>
      <w:tr w14:paraId="421541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788" w:type="dxa"/>
            <w:vAlign w:val="center"/>
          </w:tcPr>
          <w:p w14:paraId="1A305EB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5582" w:type="dxa"/>
            <w:vAlign w:val="center"/>
          </w:tcPr>
          <w:p w14:paraId="47EECA9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材  料  名  称</w:t>
            </w:r>
          </w:p>
        </w:tc>
        <w:tc>
          <w:tcPr>
            <w:tcW w:w="1463" w:type="dxa"/>
            <w:vAlign w:val="center"/>
          </w:tcPr>
          <w:p w14:paraId="5FBA0A0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原件或</w:t>
            </w:r>
          </w:p>
          <w:p w14:paraId="7375DF2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复印件</w:t>
            </w:r>
          </w:p>
        </w:tc>
        <w:tc>
          <w:tcPr>
            <w:tcW w:w="675" w:type="dxa"/>
            <w:vAlign w:val="center"/>
          </w:tcPr>
          <w:p w14:paraId="2B61744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份数</w:t>
            </w:r>
          </w:p>
        </w:tc>
        <w:tc>
          <w:tcPr>
            <w:tcW w:w="1346" w:type="dxa"/>
            <w:vAlign w:val="center"/>
          </w:tcPr>
          <w:p w14:paraId="4777864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备注</w:t>
            </w:r>
          </w:p>
        </w:tc>
      </w:tr>
      <w:tr w14:paraId="216A3E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 w14:paraId="597687C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5582" w:type="dxa"/>
            <w:vAlign w:val="center"/>
          </w:tcPr>
          <w:p w14:paraId="2A9586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业务主管单位的批准文件（直接登记的不提交此项）</w:t>
            </w:r>
          </w:p>
        </w:tc>
        <w:tc>
          <w:tcPr>
            <w:tcW w:w="1463" w:type="dxa"/>
            <w:vAlign w:val="center"/>
          </w:tcPr>
          <w:p w14:paraId="2592164D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 w14:paraId="1FB09004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79497A0D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03CF2D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 w14:paraId="276C44B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</w:t>
            </w:r>
          </w:p>
        </w:tc>
        <w:tc>
          <w:tcPr>
            <w:tcW w:w="5582" w:type="dxa"/>
            <w:vAlign w:val="center"/>
          </w:tcPr>
          <w:p w14:paraId="38076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行业管理部门积极支持成立科技类民办非企业单位的意见（适用于科技类直接登记）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4E66807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297A8D6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420CBA30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213768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 w14:paraId="51E9E11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</w:t>
            </w:r>
          </w:p>
        </w:tc>
        <w:tc>
          <w:tcPr>
            <w:tcW w:w="5582" w:type="dxa"/>
            <w:vAlign w:val="center"/>
          </w:tcPr>
          <w:p w14:paraId="3E23B0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行业管理部门积极支持公益慈善类民办非企业单位成立的意见（适用公益慈善类直接登记）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05FC4BF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67579CC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50D7C0B7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4245A9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shd w:val="clear" w:color="auto" w:fill="auto"/>
            <w:vAlign w:val="center"/>
          </w:tcPr>
          <w:p w14:paraId="16FCDF1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4"/>
                <w:lang w:val="en-US" w:eastAsia="zh-CN" w:bidi="ar-SA"/>
              </w:rPr>
              <w:t>4</w:t>
            </w:r>
          </w:p>
        </w:tc>
        <w:tc>
          <w:tcPr>
            <w:tcW w:w="5582" w:type="dxa"/>
            <w:vAlign w:val="center"/>
          </w:tcPr>
          <w:p w14:paraId="55316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民办非企业单位成立申请预审表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36636DC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0307E13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43310888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28602B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shd w:val="clear" w:color="auto" w:fill="auto"/>
            <w:vAlign w:val="center"/>
          </w:tcPr>
          <w:p w14:paraId="6489E5A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4"/>
                <w:lang w:val="en-US" w:eastAsia="zh-CN" w:bidi="ar-SA"/>
              </w:rPr>
              <w:t>5</w:t>
            </w:r>
          </w:p>
        </w:tc>
        <w:tc>
          <w:tcPr>
            <w:tcW w:w="5582" w:type="dxa"/>
            <w:vAlign w:val="center"/>
          </w:tcPr>
          <w:p w14:paraId="5FF9C3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登记申请书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211E931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2260FC0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752AAE9B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1E4AC0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shd w:val="clear" w:color="auto" w:fill="auto"/>
            <w:vAlign w:val="center"/>
          </w:tcPr>
          <w:p w14:paraId="63967D6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</w:t>
            </w:r>
          </w:p>
        </w:tc>
        <w:tc>
          <w:tcPr>
            <w:tcW w:w="5582" w:type="dxa"/>
            <w:vAlign w:val="center"/>
          </w:tcPr>
          <w:p w14:paraId="52A35B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民办非企业单位举办者基本情况表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3A8309D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47804BF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37399A20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5C912E6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shd w:val="clear" w:color="auto" w:fill="auto"/>
            <w:vAlign w:val="center"/>
          </w:tcPr>
          <w:p w14:paraId="61394B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</w:t>
            </w:r>
          </w:p>
        </w:tc>
        <w:tc>
          <w:tcPr>
            <w:tcW w:w="5582" w:type="dxa"/>
            <w:vAlign w:val="center"/>
          </w:tcPr>
          <w:p w14:paraId="56D3A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民办非企业单位法人（社会服务机构）申请成立登记事先告知书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25BBA8E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72187F2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46D9A9DE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 w14:paraId="55D514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 w14:paraId="44B44CF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</w:t>
            </w:r>
          </w:p>
        </w:tc>
        <w:tc>
          <w:tcPr>
            <w:tcW w:w="5582" w:type="dxa"/>
            <w:shd w:val="clear" w:color="auto" w:fill="auto"/>
            <w:vAlign w:val="center"/>
          </w:tcPr>
          <w:p w14:paraId="4E4A4E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社会组织党建工作承诺书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5A3799F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76587604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 w14:paraId="29373105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</w:tbl>
    <w:p w14:paraId="7D176BB1"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联系人：                        联系电话：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lNDNiZjIyMzQ3NDY1Yzk0NTUxZjIxZWIwMzMxNmQifQ=="/>
  </w:docVars>
  <w:rsids>
    <w:rsidRoot w:val="2A024A0B"/>
    <w:rsid w:val="007C0172"/>
    <w:rsid w:val="01CB36F6"/>
    <w:rsid w:val="03131494"/>
    <w:rsid w:val="053B534F"/>
    <w:rsid w:val="05777E99"/>
    <w:rsid w:val="07EA6DB2"/>
    <w:rsid w:val="09CA61D4"/>
    <w:rsid w:val="0A936701"/>
    <w:rsid w:val="0C78072F"/>
    <w:rsid w:val="114B5F77"/>
    <w:rsid w:val="14215552"/>
    <w:rsid w:val="145B2AAB"/>
    <w:rsid w:val="158C29E7"/>
    <w:rsid w:val="17C67A0D"/>
    <w:rsid w:val="17E92EF4"/>
    <w:rsid w:val="18B815C4"/>
    <w:rsid w:val="18EB73BB"/>
    <w:rsid w:val="1F171A53"/>
    <w:rsid w:val="22F33018"/>
    <w:rsid w:val="262558C1"/>
    <w:rsid w:val="2864683C"/>
    <w:rsid w:val="28ED6AFE"/>
    <w:rsid w:val="29E319F5"/>
    <w:rsid w:val="2A024A0B"/>
    <w:rsid w:val="2BCC04E9"/>
    <w:rsid w:val="2C220D16"/>
    <w:rsid w:val="2F631405"/>
    <w:rsid w:val="31897EBD"/>
    <w:rsid w:val="322E503B"/>
    <w:rsid w:val="34CE6A24"/>
    <w:rsid w:val="360E0992"/>
    <w:rsid w:val="36D86FF7"/>
    <w:rsid w:val="36E966A7"/>
    <w:rsid w:val="37222293"/>
    <w:rsid w:val="37567296"/>
    <w:rsid w:val="39F41ED0"/>
    <w:rsid w:val="3A0E0739"/>
    <w:rsid w:val="3AA6595A"/>
    <w:rsid w:val="3C7B5C50"/>
    <w:rsid w:val="3F160C15"/>
    <w:rsid w:val="3F1A0472"/>
    <w:rsid w:val="42796E6D"/>
    <w:rsid w:val="43FE181C"/>
    <w:rsid w:val="44112F91"/>
    <w:rsid w:val="44326E9B"/>
    <w:rsid w:val="443A1930"/>
    <w:rsid w:val="44877B0B"/>
    <w:rsid w:val="49CD67C6"/>
    <w:rsid w:val="4BBC4AC1"/>
    <w:rsid w:val="4C457182"/>
    <w:rsid w:val="4DD14093"/>
    <w:rsid w:val="50FF4B5E"/>
    <w:rsid w:val="5478581A"/>
    <w:rsid w:val="571A2D72"/>
    <w:rsid w:val="593834A9"/>
    <w:rsid w:val="5A817CD1"/>
    <w:rsid w:val="5B7A4235"/>
    <w:rsid w:val="5B8E4F92"/>
    <w:rsid w:val="5C21650E"/>
    <w:rsid w:val="5CED345F"/>
    <w:rsid w:val="5DFF1147"/>
    <w:rsid w:val="63CF513C"/>
    <w:rsid w:val="66217724"/>
    <w:rsid w:val="68442D3F"/>
    <w:rsid w:val="688C4EEB"/>
    <w:rsid w:val="6B247B03"/>
    <w:rsid w:val="6CBF65C8"/>
    <w:rsid w:val="6D535020"/>
    <w:rsid w:val="6E04461A"/>
    <w:rsid w:val="6E5040A2"/>
    <w:rsid w:val="71097DBF"/>
    <w:rsid w:val="75637F8B"/>
    <w:rsid w:val="76B75B8C"/>
    <w:rsid w:val="7BDB577C"/>
    <w:rsid w:val="7D6050C7"/>
    <w:rsid w:val="7D981DBB"/>
    <w:rsid w:val="7DBA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276</Words>
  <Characters>281</Characters>
  <Lines>0</Lines>
  <Paragraphs>0</Paragraphs>
  <TotalTime>4</TotalTime>
  <ScaleCrop>false</ScaleCrop>
  <LinksUpToDate>false</LinksUpToDate>
  <CharactersWithSpaces>311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2018-06-25T03:33:00Z</dcterms:created>
  <dc:creator>巴呆呆</dc:creator>
  <cp:lastModifiedBy>孔见</cp:lastModifiedBy>
  <cp:lastPrinted>2019-07-22T03:37:00Z</cp:lastPrinted>
  <dcterms:modified xsi:type="dcterms:W3CDTF">2025-01-08T09:17:06Z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437C8C7663B8433C9C922784C9A23505</vt:lpwstr>
  </property>
  <property fmtid="{D5CDD505-2E9C-101B-9397-08002B2CF9AE}" pid="4" name="KSOTemplateDocerSaveRecord">
    <vt:lpwstr>eyJoZGlkIjoiMWJlNDNiZjIyMzQ3NDY1Yzk0NTUxZjIxZWIwMzMxNmQiLCJ1c2VySWQiOiIxMDcwMTI3NDY3In0=</vt:lpwstr>
  </property>
</Properties>
</file>