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申请材料目录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44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单位名称：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                 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办理事项：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民办非企业单位注销登记</w:t>
      </w:r>
    </w:p>
    <w:tbl>
      <w:tblPr>
        <w:tblStyle w:val="2"/>
        <w:tblpPr w:leftFromText="180" w:rightFromText="180" w:vertAnchor="text" w:horzAnchor="page" w:tblpX="1359" w:tblpY="427"/>
        <w:tblOverlap w:val="never"/>
        <w:tblW w:w="9854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5582"/>
        <w:gridCol w:w="1463"/>
        <w:gridCol w:w="675"/>
        <w:gridCol w:w="13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序号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材  料  名  称</w:t>
            </w: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原件或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复印件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份数</w:t>
            </w: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《民办非企业单位法人注销申请表》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业务主管单位同意注销的文件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Style w:val="4"/>
                <w:lang w:val="en-US" w:eastAsia="zh-CN" w:bidi="ar"/>
              </w:rPr>
              <w:t>清算报告书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"/>
                <w:lang w:val="en-US" w:eastAsia="zh-CN" w:bidi="ar"/>
              </w:rPr>
            </w:pPr>
            <w:r>
              <w:rPr>
                <w:rStyle w:val="4"/>
                <w:rFonts w:hint="eastAsia"/>
                <w:lang w:val="en-US" w:eastAsia="zh-CN" w:bidi="ar"/>
              </w:rPr>
              <w:t>债权债务公告</w:t>
            </w:r>
            <w:bookmarkStart w:id="0" w:name="_GoBack"/>
            <w:bookmarkEnd w:id="0"/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5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清算审计报告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6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印章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交回全部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印章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民办非企业单位法人登记证书正副本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银行基本存款账户和税务登记注销证明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复印件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9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《党组织撤销备案表》（注销前已建立党组织的提交）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联系人：                        联系电话：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lNDNiZjIyMzQ3NDY1Yzk0NTUxZjIxZWIwMzMxNmQifQ=="/>
  </w:docVars>
  <w:rsids>
    <w:rsidRoot w:val="2A024A0B"/>
    <w:rsid w:val="00E94675"/>
    <w:rsid w:val="01CB36F6"/>
    <w:rsid w:val="05054402"/>
    <w:rsid w:val="058D7C38"/>
    <w:rsid w:val="0E631AAC"/>
    <w:rsid w:val="0F6F7BB0"/>
    <w:rsid w:val="12B019B5"/>
    <w:rsid w:val="13265B9D"/>
    <w:rsid w:val="145B2AAB"/>
    <w:rsid w:val="159B2C76"/>
    <w:rsid w:val="17631405"/>
    <w:rsid w:val="18EB73BB"/>
    <w:rsid w:val="1CF42242"/>
    <w:rsid w:val="262558C1"/>
    <w:rsid w:val="2A024A0B"/>
    <w:rsid w:val="2D024E37"/>
    <w:rsid w:val="2F631405"/>
    <w:rsid w:val="31897EBD"/>
    <w:rsid w:val="35503679"/>
    <w:rsid w:val="35FA0FB8"/>
    <w:rsid w:val="36192492"/>
    <w:rsid w:val="36CC0302"/>
    <w:rsid w:val="36D86FF7"/>
    <w:rsid w:val="37567296"/>
    <w:rsid w:val="3A0E0739"/>
    <w:rsid w:val="3C7B5C50"/>
    <w:rsid w:val="3D2866C9"/>
    <w:rsid w:val="3DD13C7D"/>
    <w:rsid w:val="3E5D07C7"/>
    <w:rsid w:val="3E8332CB"/>
    <w:rsid w:val="409B2DA9"/>
    <w:rsid w:val="44112F91"/>
    <w:rsid w:val="4B0019D2"/>
    <w:rsid w:val="4F03198E"/>
    <w:rsid w:val="54157508"/>
    <w:rsid w:val="552E2412"/>
    <w:rsid w:val="5B8E4F92"/>
    <w:rsid w:val="5C604834"/>
    <w:rsid w:val="5CED345F"/>
    <w:rsid w:val="665871CD"/>
    <w:rsid w:val="6D535020"/>
    <w:rsid w:val="6EA75BC1"/>
    <w:rsid w:val="71097DBF"/>
    <w:rsid w:val="72A21E41"/>
    <w:rsid w:val="7788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229</Words>
  <Characters>230</Characters>
  <Lines>0</Lines>
  <Paragraphs>0</Paragraphs>
  <TotalTime>47</TotalTime>
  <ScaleCrop>false</ScaleCrop>
  <LinksUpToDate>false</LinksUpToDate>
  <CharactersWithSpaces>277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2018-06-25T03:33:00Z</dcterms:created>
  <dc:creator>巴呆呆</dc:creator>
  <cp:lastModifiedBy>lenovo</cp:lastModifiedBy>
  <dcterms:modified xsi:type="dcterms:W3CDTF">2022-08-05T03:24:19Z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45430A0DB7C14303A7B80A966979EEE9</vt:lpwstr>
  </property>
</Properties>
</file>