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华文中宋" w:hAnsi="华文中宋" w:eastAsia="华文中宋" w:cs="Times New Roman"/>
          <w:b/>
          <w:strike w:val="0"/>
          <w:dstrike w:val="0"/>
          <w:sz w:val="44"/>
          <w:szCs w:val="44"/>
          <w:u w:val="single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trike w:val="0"/>
          <w:dstrike w:val="0"/>
          <w:sz w:val="44"/>
          <w:szCs w:val="44"/>
          <w:u w:val="single"/>
          <w:lang w:val="en-US" w:eastAsia="zh-CN"/>
        </w:rPr>
        <w:t>山东省……协会（学会、联合会等）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600" w:lineRule="exact"/>
        <w:jc w:val="center"/>
        <w:textAlignment w:val="auto"/>
        <w:outlineLvl w:val="0"/>
        <w:rPr>
          <w:rFonts w:hint="eastAsia" w:ascii="华文中宋" w:hAnsi="华文中宋" w:eastAsia="华文中宋" w:cs="Times New Roman"/>
          <w:b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  <w:lang w:val="en-US" w:eastAsia="zh-CN"/>
        </w:rPr>
        <w:t>2021年度工作报告承诺书</w:t>
      </w:r>
    </w:p>
    <w:p>
      <w:pPr>
        <w:spacing w:line="520" w:lineRule="exact"/>
        <w:rPr>
          <w:rFonts w:hint="eastAsia" w:ascii="黑体" w:hAnsi="黑体" w:eastAsia="黑体"/>
          <w:b/>
          <w:bCs/>
          <w:sz w:val="28"/>
        </w:rPr>
      </w:pPr>
    </w:p>
    <w:p>
      <w:pPr>
        <w:spacing w:line="52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社团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承诺：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根据《社会团体登记管理条例》《社会组织信用信息管理办法》《民间非营利组织会计制度》等有关规定编制的20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年度工作报告书，保证填报内容真实、准确、完整，愿意承担由此引起的一切法律责任并接受监督。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ordWrap w:val="0"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法定代表人签字：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bookmarkStart w:id="0" w:name="_GoBack"/>
      <w:bookmarkEnd w:id="0"/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社会团体印章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wordWrap w:val="0"/>
        <w:spacing w:line="360" w:lineRule="auto"/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360" w:lineRule="auto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报告日期：　　　    年   月   日</w:t>
      </w:r>
    </w:p>
    <w:p>
      <w:pPr>
        <w:rPr>
          <w:rFonts w:ascii="ˎ̥" w:hAnsi="ˎ̥"/>
          <w:szCs w:val="21"/>
        </w:rPr>
      </w:pPr>
    </w:p>
    <w:p>
      <w:pPr>
        <w:spacing w:after="156" w:afterLines="50"/>
        <w:rPr>
          <w:rFonts w:hint="eastAsia" w:ascii="ˎ̥" w:hAnsi="ˎ̥"/>
          <w:szCs w:val="21"/>
        </w:rPr>
      </w:pPr>
    </w:p>
    <w:p>
      <w:pPr>
        <w:spacing w:line="400" w:lineRule="exact"/>
      </w:pPr>
    </w:p>
    <w:sectPr>
      <w:footerReference r:id="rId3" w:type="default"/>
      <w:pgSz w:w="11906" w:h="16838"/>
      <w:pgMar w:top="2155" w:right="1474" w:bottom="1588" w:left="204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10"/>
      </w:rPr>
      <w:instrText xml:space="preserve"> 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50A"/>
    <w:rsid w:val="00007C91"/>
    <w:rsid w:val="000126BF"/>
    <w:rsid w:val="000153C7"/>
    <w:rsid w:val="00015A2A"/>
    <w:rsid w:val="00023C8B"/>
    <w:rsid w:val="00024D33"/>
    <w:rsid w:val="000272F2"/>
    <w:rsid w:val="0002796D"/>
    <w:rsid w:val="00042B0E"/>
    <w:rsid w:val="000443AA"/>
    <w:rsid w:val="00045C0C"/>
    <w:rsid w:val="000519E0"/>
    <w:rsid w:val="00051ED1"/>
    <w:rsid w:val="0007109A"/>
    <w:rsid w:val="00071CDC"/>
    <w:rsid w:val="00080C6A"/>
    <w:rsid w:val="0008203F"/>
    <w:rsid w:val="00085940"/>
    <w:rsid w:val="00085E07"/>
    <w:rsid w:val="000944E3"/>
    <w:rsid w:val="00097846"/>
    <w:rsid w:val="000A6332"/>
    <w:rsid w:val="000B164F"/>
    <w:rsid w:val="000B613C"/>
    <w:rsid w:val="000C0EB5"/>
    <w:rsid w:val="000C4E28"/>
    <w:rsid w:val="000C7EB1"/>
    <w:rsid w:val="000D3535"/>
    <w:rsid w:val="000E0084"/>
    <w:rsid w:val="000E3229"/>
    <w:rsid w:val="000E49C0"/>
    <w:rsid w:val="000E5553"/>
    <w:rsid w:val="000E6AAA"/>
    <w:rsid w:val="000E7DCA"/>
    <w:rsid w:val="000F64FA"/>
    <w:rsid w:val="0010664B"/>
    <w:rsid w:val="00115312"/>
    <w:rsid w:val="00133979"/>
    <w:rsid w:val="00143D0C"/>
    <w:rsid w:val="00145554"/>
    <w:rsid w:val="0014644A"/>
    <w:rsid w:val="00150B72"/>
    <w:rsid w:val="00151775"/>
    <w:rsid w:val="00152716"/>
    <w:rsid w:val="00163C60"/>
    <w:rsid w:val="001659A9"/>
    <w:rsid w:val="00172A27"/>
    <w:rsid w:val="0017414A"/>
    <w:rsid w:val="00174AD4"/>
    <w:rsid w:val="00182C06"/>
    <w:rsid w:val="001839C0"/>
    <w:rsid w:val="00191C19"/>
    <w:rsid w:val="00192EEF"/>
    <w:rsid w:val="001B3315"/>
    <w:rsid w:val="001B39F5"/>
    <w:rsid w:val="001B3F8D"/>
    <w:rsid w:val="001B46FD"/>
    <w:rsid w:val="001B7F44"/>
    <w:rsid w:val="001C2BBA"/>
    <w:rsid w:val="001C57E3"/>
    <w:rsid w:val="001C6B48"/>
    <w:rsid w:val="001D1BCB"/>
    <w:rsid w:val="001E52E3"/>
    <w:rsid w:val="001E69C7"/>
    <w:rsid w:val="001F4EA9"/>
    <w:rsid w:val="00201F9C"/>
    <w:rsid w:val="00202444"/>
    <w:rsid w:val="00203E68"/>
    <w:rsid w:val="00214693"/>
    <w:rsid w:val="00215A97"/>
    <w:rsid w:val="00226B6F"/>
    <w:rsid w:val="00236C68"/>
    <w:rsid w:val="0023704B"/>
    <w:rsid w:val="002401E5"/>
    <w:rsid w:val="00241B7A"/>
    <w:rsid w:val="00256F1A"/>
    <w:rsid w:val="00272644"/>
    <w:rsid w:val="00275AA9"/>
    <w:rsid w:val="00276BE3"/>
    <w:rsid w:val="002771FB"/>
    <w:rsid w:val="00286C1F"/>
    <w:rsid w:val="0029652E"/>
    <w:rsid w:val="002A0919"/>
    <w:rsid w:val="002A1E42"/>
    <w:rsid w:val="002A79AE"/>
    <w:rsid w:val="002B22C3"/>
    <w:rsid w:val="002B63A3"/>
    <w:rsid w:val="002E0CD1"/>
    <w:rsid w:val="002F2C53"/>
    <w:rsid w:val="003046A8"/>
    <w:rsid w:val="003057AC"/>
    <w:rsid w:val="00307FD2"/>
    <w:rsid w:val="00310B9F"/>
    <w:rsid w:val="003179CB"/>
    <w:rsid w:val="00350156"/>
    <w:rsid w:val="00350959"/>
    <w:rsid w:val="0035210D"/>
    <w:rsid w:val="003557DE"/>
    <w:rsid w:val="00365307"/>
    <w:rsid w:val="00384D39"/>
    <w:rsid w:val="003877B1"/>
    <w:rsid w:val="003926C0"/>
    <w:rsid w:val="00393661"/>
    <w:rsid w:val="00393B3A"/>
    <w:rsid w:val="00394399"/>
    <w:rsid w:val="003A08E2"/>
    <w:rsid w:val="003A50E0"/>
    <w:rsid w:val="003A5152"/>
    <w:rsid w:val="003A5F20"/>
    <w:rsid w:val="003A6FF0"/>
    <w:rsid w:val="003A731B"/>
    <w:rsid w:val="003B31E7"/>
    <w:rsid w:val="003B48E8"/>
    <w:rsid w:val="003B76F8"/>
    <w:rsid w:val="003C134A"/>
    <w:rsid w:val="003E1B56"/>
    <w:rsid w:val="003E2C1B"/>
    <w:rsid w:val="003E4D2D"/>
    <w:rsid w:val="003F07F6"/>
    <w:rsid w:val="003F4ACD"/>
    <w:rsid w:val="003F4C2F"/>
    <w:rsid w:val="003F6489"/>
    <w:rsid w:val="00410618"/>
    <w:rsid w:val="0041509B"/>
    <w:rsid w:val="0041774C"/>
    <w:rsid w:val="004238DE"/>
    <w:rsid w:val="004250DB"/>
    <w:rsid w:val="00431462"/>
    <w:rsid w:val="004342C0"/>
    <w:rsid w:val="004402F2"/>
    <w:rsid w:val="00441A4B"/>
    <w:rsid w:val="004476C1"/>
    <w:rsid w:val="004507D3"/>
    <w:rsid w:val="00455CDB"/>
    <w:rsid w:val="004564FC"/>
    <w:rsid w:val="00461CC3"/>
    <w:rsid w:val="00466C12"/>
    <w:rsid w:val="00466DD8"/>
    <w:rsid w:val="00471862"/>
    <w:rsid w:val="00472482"/>
    <w:rsid w:val="00481956"/>
    <w:rsid w:val="0048562D"/>
    <w:rsid w:val="00486C57"/>
    <w:rsid w:val="00490D4B"/>
    <w:rsid w:val="00491044"/>
    <w:rsid w:val="004A0E96"/>
    <w:rsid w:val="004B0A0A"/>
    <w:rsid w:val="004B22B6"/>
    <w:rsid w:val="004B3BE2"/>
    <w:rsid w:val="004B70E7"/>
    <w:rsid w:val="004C4F61"/>
    <w:rsid w:val="004E51A4"/>
    <w:rsid w:val="004F04CD"/>
    <w:rsid w:val="004F1017"/>
    <w:rsid w:val="004F24D8"/>
    <w:rsid w:val="004F33D3"/>
    <w:rsid w:val="004F7742"/>
    <w:rsid w:val="00502147"/>
    <w:rsid w:val="00504466"/>
    <w:rsid w:val="005045CD"/>
    <w:rsid w:val="00515360"/>
    <w:rsid w:val="00526FD8"/>
    <w:rsid w:val="00533647"/>
    <w:rsid w:val="005345A3"/>
    <w:rsid w:val="00537568"/>
    <w:rsid w:val="0054294B"/>
    <w:rsid w:val="00550695"/>
    <w:rsid w:val="00552E34"/>
    <w:rsid w:val="00562D91"/>
    <w:rsid w:val="00565C56"/>
    <w:rsid w:val="0057545E"/>
    <w:rsid w:val="00577FFC"/>
    <w:rsid w:val="00580F00"/>
    <w:rsid w:val="00595952"/>
    <w:rsid w:val="00596AE7"/>
    <w:rsid w:val="005A1D27"/>
    <w:rsid w:val="005A29F4"/>
    <w:rsid w:val="005A3606"/>
    <w:rsid w:val="005A38E4"/>
    <w:rsid w:val="005A5744"/>
    <w:rsid w:val="005A6E71"/>
    <w:rsid w:val="005B4615"/>
    <w:rsid w:val="005B64CE"/>
    <w:rsid w:val="005B6564"/>
    <w:rsid w:val="005B70AC"/>
    <w:rsid w:val="005C6D37"/>
    <w:rsid w:val="005E70A5"/>
    <w:rsid w:val="005F2202"/>
    <w:rsid w:val="005F4891"/>
    <w:rsid w:val="005F6A28"/>
    <w:rsid w:val="005F7A42"/>
    <w:rsid w:val="00600D97"/>
    <w:rsid w:val="0060595D"/>
    <w:rsid w:val="006146EF"/>
    <w:rsid w:val="0062006D"/>
    <w:rsid w:val="00622773"/>
    <w:rsid w:val="0063077E"/>
    <w:rsid w:val="00632B28"/>
    <w:rsid w:val="00637404"/>
    <w:rsid w:val="00641BEE"/>
    <w:rsid w:val="00642264"/>
    <w:rsid w:val="006441AC"/>
    <w:rsid w:val="006472DA"/>
    <w:rsid w:val="00650533"/>
    <w:rsid w:val="00654A23"/>
    <w:rsid w:val="00655F3B"/>
    <w:rsid w:val="0066033F"/>
    <w:rsid w:val="00660C55"/>
    <w:rsid w:val="00664E97"/>
    <w:rsid w:val="0066594D"/>
    <w:rsid w:val="00673B1D"/>
    <w:rsid w:val="00682F19"/>
    <w:rsid w:val="00685839"/>
    <w:rsid w:val="006960BC"/>
    <w:rsid w:val="006A0206"/>
    <w:rsid w:val="006A05A7"/>
    <w:rsid w:val="006B6612"/>
    <w:rsid w:val="006C1893"/>
    <w:rsid w:val="006C25CA"/>
    <w:rsid w:val="006C5FA1"/>
    <w:rsid w:val="006D5BB0"/>
    <w:rsid w:val="006D6A16"/>
    <w:rsid w:val="006E28C8"/>
    <w:rsid w:val="006E46A1"/>
    <w:rsid w:val="00701092"/>
    <w:rsid w:val="00715946"/>
    <w:rsid w:val="00716EA1"/>
    <w:rsid w:val="00721A4D"/>
    <w:rsid w:val="0073535E"/>
    <w:rsid w:val="0074236B"/>
    <w:rsid w:val="00750256"/>
    <w:rsid w:val="00751F27"/>
    <w:rsid w:val="00761FB6"/>
    <w:rsid w:val="00775F55"/>
    <w:rsid w:val="007810F1"/>
    <w:rsid w:val="00792952"/>
    <w:rsid w:val="00796A20"/>
    <w:rsid w:val="007B629D"/>
    <w:rsid w:val="007B655F"/>
    <w:rsid w:val="007B724B"/>
    <w:rsid w:val="007C3C38"/>
    <w:rsid w:val="007C5F88"/>
    <w:rsid w:val="007F08BB"/>
    <w:rsid w:val="007F1C68"/>
    <w:rsid w:val="007F4715"/>
    <w:rsid w:val="007F4C92"/>
    <w:rsid w:val="008043CD"/>
    <w:rsid w:val="00824901"/>
    <w:rsid w:val="00826012"/>
    <w:rsid w:val="00831843"/>
    <w:rsid w:val="00835DCD"/>
    <w:rsid w:val="008413A1"/>
    <w:rsid w:val="00842941"/>
    <w:rsid w:val="00853629"/>
    <w:rsid w:val="00855C27"/>
    <w:rsid w:val="00861F3A"/>
    <w:rsid w:val="00864C40"/>
    <w:rsid w:val="00866179"/>
    <w:rsid w:val="008673F2"/>
    <w:rsid w:val="00870D6C"/>
    <w:rsid w:val="0087124D"/>
    <w:rsid w:val="00880180"/>
    <w:rsid w:val="00880BCC"/>
    <w:rsid w:val="00885A40"/>
    <w:rsid w:val="008877F5"/>
    <w:rsid w:val="00891FDD"/>
    <w:rsid w:val="00894352"/>
    <w:rsid w:val="008A25C5"/>
    <w:rsid w:val="008A4218"/>
    <w:rsid w:val="008A59F4"/>
    <w:rsid w:val="008B330D"/>
    <w:rsid w:val="008B56E8"/>
    <w:rsid w:val="008C17F2"/>
    <w:rsid w:val="008D07D5"/>
    <w:rsid w:val="008D2A18"/>
    <w:rsid w:val="008E34DA"/>
    <w:rsid w:val="008E729D"/>
    <w:rsid w:val="008F1043"/>
    <w:rsid w:val="008F6B46"/>
    <w:rsid w:val="00900F2B"/>
    <w:rsid w:val="0090791B"/>
    <w:rsid w:val="00913CB3"/>
    <w:rsid w:val="00914AD9"/>
    <w:rsid w:val="00914C60"/>
    <w:rsid w:val="00920FEA"/>
    <w:rsid w:val="00940371"/>
    <w:rsid w:val="009424E2"/>
    <w:rsid w:val="00951018"/>
    <w:rsid w:val="00961384"/>
    <w:rsid w:val="00965E91"/>
    <w:rsid w:val="0096642E"/>
    <w:rsid w:val="00971783"/>
    <w:rsid w:val="00971FE9"/>
    <w:rsid w:val="0097229F"/>
    <w:rsid w:val="00973646"/>
    <w:rsid w:val="00975641"/>
    <w:rsid w:val="00984CF5"/>
    <w:rsid w:val="00985FAE"/>
    <w:rsid w:val="009A0961"/>
    <w:rsid w:val="009A5DB6"/>
    <w:rsid w:val="009B2471"/>
    <w:rsid w:val="009B2756"/>
    <w:rsid w:val="009B56C6"/>
    <w:rsid w:val="009B71E8"/>
    <w:rsid w:val="009C2CB9"/>
    <w:rsid w:val="009C3823"/>
    <w:rsid w:val="009C52DA"/>
    <w:rsid w:val="009C7594"/>
    <w:rsid w:val="009C7627"/>
    <w:rsid w:val="009D135D"/>
    <w:rsid w:val="009D217C"/>
    <w:rsid w:val="009E732F"/>
    <w:rsid w:val="009F0B3B"/>
    <w:rsid w:val="009F3367"/>
    <w:rsid w:val="009F4311"/>
    <w:rsid w:val="00A06185"/>
    <w:rsid w:val="00A14BA7"/>
    <w:rsid w:val="00A16429"/>
    <w:rsid w:val="00A16ADE"/>
    <w:rsid w:val="00A21604"/>
    <w:rsid w:val="00A2294A"/>
    <w:rsid w:val="00A25A29"/>
    <w:rsid w:val="00A26984"/>
    <w:rsid w:val="00A26D4C"/>
    <w:rsid w:val="00A31E27"/>
    <w:rsid w:val="00A335CA"/>
    <w:rsid w:val="00A363CA"/>
    <w:rsid w:val="00A41D9E"/>
    <w:rsid w:val="00A524B5"/>
    <w:rsid w:val="00A61B8A"/>
    <w:rsid w:val="00A66A00"/>
    <w:rsid w:val="00A745DD"/>
    <w:rsid w:val="00A75377"/>
    <w:rsid w:val="00A77FBF"/>
    <w:rsid w:val="00A83442"/>
    <w:rsid w:val="00A910B4"/>
    <w:rsid w:val="00A9414D"/>
    <w:rsid w:val="00A94CD4"/>
    <w:rsid w:val="00A957AE"/>
    <w:rsid w:val="00AA0195"/>
    <w:rsid w:val="00AA38A1"/>
    <w:rsid w:val="00AB4F3B"/>
    <w:rsid w:val="00AC4B23"/>
    <w:rsid w:val="00AD3A94"/>
    <w:rsid w:val="00AE199E"/>
    <w:rsid w:val="00AF6191"/>
    <w:rsid w:val="00B038D4"/>
    <w:rsid w:val="00B11725"/>
    <w:rsid w:val="00B11C0F"/>
    <w:rsid w:val="00B24D72"/>
    <w:rsid w:val="00B314BF"/>
    <w:rsid w:val="00B32586"/>
    <w:rsid w:val="00B35413"/>
    <w:rsid w:val="00B371AC"/>
    <w:rsid w:val="00B400DF"/>
    <w:rsid w:val="00B41EB4"/>
    <w:rsid w:val="00B5338C"/>
    <w:rsid w:val="00B614C7"/>
    <w:rsid w:val="00B6513E"/>
    <w:rsid w:val="00B67EEE"/>
    <w:rsid w:val="00B71DC1"/>
    <w:rsid w:val="00BA4661"/>
    <w:rsid w:val="00BB4EC3"/>
    <w:rsid w:val="00BB7887"/>
    <w:rsid w:val="00BC24F3"/>
    <w:rsid w:val="00BC6ADE"/>
    <w:rsid w:val="00BC7C32"/>
    <w:rsid w:val="00BD1177"/>
    <w:rsid w:val="00BD6BF4"/>
    <w:rsid w:val="00BE0A1D"/>
    <w:rsid w:val="00BE144E"/>
    <w:rsid w:val="00BF6BCC"/>
    <w:rsid w:val="00BF7BBB"/>
    <w:rsid w:val="00C004AB"/>
    <w:rsid w:val="00C007F4"/>
    <w:rsid w:val="00C00E51"/>
    <w:rsid w:val="00C02620"/>
    <w:rsid w:val="00C05610"/>
    <w:rsid w:val="00C077A7"/>
    <w:rsid w:val="00C12725"/>
    <w:rsid w:val="00C160B5"/>
    <w:rsid w:val="00C17E05"/>
    <w:rsid w:val="00C2233B"/>
    <w:rsid w:val="00C243ED"/>
    <w:rsid w:val="00C307B5"/>
    <w:rsid w:val="00C31674"/>
    <w:rsid w:val="00C42089"/>
    <w:rsid w:val="00C60A3E"/>
    <w:rsid w:val="00C63191"/>
    <w:rsid w:val="00C643D9"/>
    <w:rsid w:val="00C6796D"/>
    <w:rsid w:val="00C718CD"/>
    <w:rsid w:val="00C73C07"/>
    <w:rsid w:val="00C94B82"/>
    <w:rsid w:val="00CA20FA"/>
    <w:rsid w:val="00CB2D03"/>
    <w:rsid w:val="00CB7BD5"/>
    <w:rsid w:val="00CB7C07"/>
    <w:rsid w:val="00CC10D0"/>
    <w:rsid w:val="00CC1D4F"/>
    <w:rsid w:val="00CC45FA"/>
    <w:rsid w:val="00CD1117"/>
    <w:rsid w:val="00CD4C52"/>
    <w:rsid w:val="00CD51B0"/>
    <w:rsid w:val="00CD68C5"/>
    <w:rsid w:val="00CF3607"/>
    <w:rsid w:val="00CF4489"/>
    <w:rsid w:val="00CF6DBE"/>
    <w:rsid w:val="00D205BA"/>
    <w:rsid w:val="00D20870"/>
    <w:rsid w:val="00D21C0F"/>
    <w:rsid w:val="00D26198"/>
    <w:rsid w:val="00D478C7"/>
    <w:rsid w:val="00D520DA"/>
    <w:rsid w:val="00D55C61"/>
    <w:rsid w:val="00D75F02"/>
    <w:rsid w:val="00D8096A"/>
    <w:rsid w:val="00D91207"/>
    <w:rsid w:val="00DA0E9C"/>
    <w:rsid w:val="00DB2352"/>
    <w:rsid w:val="00DB4E83"/>
    <w:rsid w:val="00DB716D"/>
    <w:rsid w:val="00DC086E"/>
    <w:rsid w:val="00DC6F94"/>
    <w:rsid w:val="00DD0349"/>
    <w:rsid w:val="00DD30BC"/>
    <w:rsid w:val="00DD5867"/>
    <w:rsid w:val="00DD7FEC"/>
    <w:rsid w:val="00DE16B4"/>
    <w:rsid w:val="00DE3DF5"/>
    <w:rsid w:val="00DF0C90"/>
    <w:rsid w:val="00E06B9F"/>
    <w:rsid w:val="00E21B83"/>
    <w:rsid w:val="00E37A13"/>
    <w:rsid w:val="00E37EB2"/>
    <w:rsid w:val="00E540B3"/>
    <w:rsid w:val="00E572E4"/>
    <w:rsid w:val="00E60175"/>
    <w:rsid w:val="00E801E4"/>
    <w:rsid w:val="00E80573"/>
    <w:rsid w:val="00E823B5"/>
    <w:rsid w:val="00E82E5B"/>
    <w:rsid w:val="00E85504"/>
    <w:rsid w:val="00E872C1"/>
    <w:rsid w:val="00E958EC"/>
    <w:rsid w:val="00E97C47"/>
    <w:rsid w:val="00EA0D2B"/>
    <w:rsid w:val="00EA3FCE"/>
    <w:rsid w:val="00EA7A96"/>
    <w:rsid w:val="00EB75F2"/>
    <w:rsid w:val="00EC49AF"/>
    <w:rsid w:val="00EC59C4"/>
    <w:rsid w:val="00ED2102"/>
    <w:rsid w:val="00ED3633"/>
    <w:rsid w:val="00ED4AAE"/>
    <w:rsid w:val="00EE5724"/>
    <w:rsid w:val="00EE6A40"/>
    <w:rsid w:val="00EF597E"/>
    <w:rsid w:val="00EF7161"/>
    <w:rsid w:val="00EF7179"/>
    <w:rsid w:val="00F01EA0"/>
    <w:rsid w:val="00F1713E"/>
    <w:rsid w:val="00F23503"/>
    <w:rsid w:val="00F23FD4"/>
    <w:rsid w:val="00F2551D"/>
    <w:rsid w:val="00F27C52"/>
    <w:rsid w:val="00F3145E"/>
    <w:rsid w:val="00F3370F"/>
    <w:rsid w:val="00F409AB"/>
    <w:rsid w:val="00F420AA"/>
    <w:rsid w:val="00F42DB7"/>
    <w:rsid w:val="00F4483C"/>
    <w:rsid w:val="00F45132"/>
    <w:rsid w:val="00F503CC"/>
    <w:rsid w:val="00F542EC"/>
    <w:rsid w:val="00F55DD8"/>
    <w:rsid w:val="00F57A01"/>
    <w:rsid w:val="00F70D50"/>
    <w:rsid w:val="00F72D1F"/>
    <w:rsid w:val="00F773F6"/>
    <w:rsid w:val="00F80B9A"/>
    <w:rsid w:val="00F80D31"/>
    <w:rsid w:val="00F81184"/>
    <w:rsid w:val="00F82F15"/>
    <w:rsid w:val="00F84378"/>
    <w:rsid w:val="00F86E36"/>
    <w:rsid w:val="00F93355"/>
    <w:rsid w:val="00FA05A5"/>
    <w:rsid w:val="00FA350F"/>
    <w:rsid w:val="00FA361B"/>
    <w:rsid w:val="00FB5E36"/>
    <w:rsid w:val="00FB6A9A"/>
    <w:rsid w:val="00FD187C"/>
    <w:rsid w:val="00FD234D"/>
    <w:rsid w:val="00FF0D97"/>
    <w:rsid w:val="00FF0F2E"/>
    <w:rsid w:val="00FF50DC"/>
    <w:rsid w:val="05BD059A"/>
    <w:rsid w:val="06A2751D"/>
    <w:rsid w:val="0DBD2A39"/>
    <w:rsid w:val="1A9F55E1"/>
    <w:rsid w:val="2D5A60D7"/>
    <w:rsid w:val="2FF429AF"/>
    <w:rsid w:val="4B1A065B"/>
    <w:rsid w:val="4DD15EA3"/>
    <w:rsid w:val="5A280453"/>
    <w:rsid w:val="5E830F51"/>
    <w:rsid w:val="70476BF0"/>
    <w:rsid w:val="705348D2"/>
    <w:rsid w:val="74766F73"/>
    <w:rsid w:val="7721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qFormat="1"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2"/>
    <w:next w:val="2"/>
    <w:link w:val="16"/>
    <w:qFormat/>
    <w:uiPriority w:val="0"/>
    <w:rPr>
      <w:b/>
      <w:bCs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TML Typewriter"/>
    <w:qFormat/>
    <w:uiPriority w:val="0"/>
    <w:rPr>
      <w:rFonts w:ascii="宋体" w:hAnsi="宋体" w:eastAsia="宋体" w:cs="宋体"/>
      <w:sz w:val="24"/>
      <w:szCs w:val="24"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框文本 字符"/>
    <w:link w:val="3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2"/>
    <w:qFormat/>
    <w:uiPriority w:val="0"/>
    <w:rPr>
      <w:kern w:val="2"/>
      <w:sz w:val="21"/>
    </w:rPr>
  </w:style>
  <w:style w:type="character" w:customStyle="1" w:styleId="16">
    <w:name w:val="批注主题 字符"/>
    <w:link w:val="6"/>
    <w:qFormat/>
    <w:uiPriority w:val="0"/>
    <w:rPr>
      <w:b/>
      <w:bCs/>
      <w:kern w:val="2"/>
      <w:sz w:val="21"/>
    </w:rPr>
  </w:style>
  <w:style w:type="paragraph" w:customStyle="1" w:styleId="17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8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4037;&#20316;\&#21508;&#31181;&#20219;&#21153;&#20219;&#21153;&#20219;&#21153;\&#19994;&#21153;&#35843;&#25972;\&#24180;&#26816;\2017&#24180;&#26816;\Normal.wpt" TargetMode="Externa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FA517A-01DD-4DBD-AAC4-9E09CEB3D7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Win7w.Com</Company>
  <Pages>55</Pages>
  <Words>2661</Words>
  <Characters>15168</Characters>
  <Lines>126</Lines>
  <Paragraphs>35</Paragraphs>
  <TotalTime>1</TotalTime>
  <ScaleCrop>false</ScaleCrop>
  <LinksUpToDate>false</LinksUpToDate>
  <CharactersWithSpaces>17794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2018-01-11T09:13:00Z</dcterms:created>
  <dc:creator>gongweina</dc:creator>
  <cp:lastModifiedBy>杨小芹</cp:lastModifiedBy>
  <cp:lastPrinted>2018-01-17T06:30:00Z</cp:lastPrinted>
  <dcterms:modified xsi:type="dcterms:W3CDTF">2022-03-04T09:25:16Z</dcterms:modified>
  <dc:title>（名称自动生成）</dc:title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0E03454C89DA4F3786EBC06A1B12BC74</vt:lpwstr>
  </property>
</Properties>
</file>