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申请材料目录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单位名称：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              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36"/>
          <w:lang w:val="en-US" w:eastAsia="zh-CN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民办非企业单位有关事项备案（包括印章备案、银行账户备案、负责人审核备案、理事备案、监事备案）</w:t>
      </w:r>
    </w:p>
    <w:tbl>
      <w:tblPr>
        <w:tblStyle w:val="2"/>
        <w:tblpPr w:leftFromText="180" w:rightFromText="180" w:vertAnchor="text" w:horzAnchor="page" w:tblpX="1359" w:tblpY="427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5582"/>
        <w:gridCol w:w="1463"/>
        <w:gridCol w:w="675"/>
        <w:gridCol w:w="13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材  料  名  称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原件或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复印件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份数</w:t>
            </w:r>
          </w:p>
        </w:tc>
        <w:tc>
          <w:tcPr>
            <w:tcW w:w="1346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《民办非企业单位印章备案表》（印章备案提交）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《民办非企业单位银行账号备案表》（银行账户备案提交）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3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《民办非企业单位负责人、理事、监事变动申请表》（负责人、理事、监事有变动时需要）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16"/>
                <w:szCs w:val="1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《民办非企业单位理事、监事备案表》（理事备案、监事备案时提交；负责人审核备案时若负责人变动调整涉及理事、监事变动的，需要提交）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每人填写一份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5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东省省管社会组织负责人候选人审核相关表格（包括《山东省省管社会组织负责人候选人审核汇总表》、《山东省省管社会组织负责人候选人审核表》、《山东省省管社会组织负责人候选人个人承诺书》，负责人审核备案需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提交）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4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6</w:t>
            </w:r>
          </w:p>
        </w:tc>
        <w:tc>
          <w:tcPr>
            <w:tcW w:w="55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相关人员兼职批复（负责人理事监事备案时，任职人员中有按照规定须报批的需要提交）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lang w:val="en-US" w:eastAsia="zh-CN"/>
              </w:rPr>
              <w:t>原件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lang w:val="en-US" w:eastAsia="zh-CN"/>
              </w:rPr>
              <w:t>提交按照干部管理权限批准兼职的文件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负责人是指理事长、副理事长、院长（或校长、所长、主任等）职务。法定代表人须为理事长或院长（或校长、所长、主任等）。法定代表人变动时，须同时向登记管理机关申请法定代表人变更登记，详见民办非企业单位变更登记服务指南。</w:t>
      </w:r>
    </w:p>
    <w:p>
      <w:p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联系人：               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1CB36F6"/>
    <w:rsid w:val="039D66BB"/>
    <w:rsid w:val="05654B5B"/>
    <w:rsid w:val="07F83AFA"/>
    <w:rsid w:val="0E3D0545"/>
    <w:rsid w:val="0E631AAC"/>
    <w:rsid w:val="0F6F7BB0"/>
    <w:rsid w:val="131340CD"/>
    <w:rsid w:val="145B2AAB"/>
    <w:rsid w:val="159B2C76"/>
    <w:rsid w:val="167D538E"/>
    <w:rsid w:val="17631405"/>
    <w:rsid w:val="18EB73BB"/>
    <w:rsid w:val="262558C1"/>
    <w:rsid w:val="26C05297"/>
    <w:rsid w:val="2A024A0B"/>
    <w:rsid w:val="2AE45B62"/>
    <w:rsid w:val="2D024E37"/>
    <w:rsid w:val="2F631405"/>
    <w:rsid w:val="31897EBD"/>
    <w:rsid w:val="324A3194"/>
    <w:rsid w:val="35FA0FB8"/>
    <w:rsid w:val="36D86FF7"/>
    <w:rsid w:val="37567296"/>
    <w:rsid w:val="3A0E0739"/>
    <w:rsid w:val="3C7B5C50"/>
    <w:rsid w:val="41245596"/>
    <w:rsid w:val="44112F91"/>
    <w:rsid w:val="4A422EFB"/>
    <w:rsid w:val="4F03198E"/>
    <w:rsid w:val="514B0156"/>
    <w:rsid w:val="527E46BB"/>
    <w:rsid w:val="54157508"/>
    <w:rsid w:val="5AD43A45"/>
    <w:rsid w:val="5B8E4F92"/>
    <w:rsid w:val="5CED345F"/>
    <w:rsid w:val="644E6195"/>
    <w:rsid w:val="6D535020"/>
    <w:rsid w:val="71097DBF"/>
    <w:rsid w:val="768E2F29"/>
    <w:rsid w:val="78A6341F"/>
    <w:rsid w:val="7D7F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2018-06-25T03:33:00Z</dcterms:created>
  <dc:creator>巴呆呆</dc:creator>
  <cp:lastModifiedBy>lenovo</cp:lastModifiedBy>
  <dcterms:modified xsi:type="dcterms:W3CDTF">2021-08-05T08:48:28Z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BCCEA1E74C444A92957EB2B240FFFBF7</vt:lpwstr>
  </property>
</Properties>
</file>